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782F4E6C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96CCD">
        <w:rPr>
          <w:rFonts w:eastAsia="Times New Roman" w:cs="Times New Roman"/>
          <w:lang w:eastAsia="cs-CZ"/>
        </w:rPr>
        <w:t xml:space="preserve">10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55E95721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79316E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79316E">
        <w:rPr>
          <w:rFonts w:eastAsia="Times New Roman" w:cs="Times New Roman"/>
          <w:b/>
          <w:lang w:eastAsia="cs-CZ"/>
        </w:rPr>
        <w:t>„</w:t>
      </w:r>
      <w:bookmarkEnd w:id="0"/>
      <w:r w:rsidR="00847838" w:rsidRPr="00847838">
        <w:rPr>
          <w:rStyle w:val="Tun"/>
          <w:rFonts w:eastAsiaTheme="minorHAnsi"/>
        </w:rPr>
        <w:t>Rámcová smlouva na vybavení kanceláří AV technikou</w:t>
      </w:r>
      <w:r w:rsidRPr="0079316E">
        <w:t>“</w:t>
      </w:r>
      <w:r w:rsidRPr="0079316E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79316E">
        <w:rPr>
          <w:rFonts w:eastAsia="Times New Roman" w:cs="Times New Roman"/>
          <w:lang w:eastAsia="cs-CZ"/>
        </w:rPr>
        <w:t>poslední 3 roky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 w:rsidR="00D856E3">
        <w:rPr>
          <w:rFonts w:eastAsia="Times New Roman" w:cs="Times New Roman"/>
          <w:lang w:eastAsia="cs-CZ"/>
        </w:rPr>
        <w:t>, a to v minimálním finančním objemu 1 500 000 Kč bez DPH za všechny tyto významné zakázky dohromady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5DADCD5A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79316E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79316E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</w:rPr>
            </w:pPr>
            <w:r w:rsidRPr="0079316E">
              <w:rPr>
                <w:rStyle w:val="Tuntabulka"/>
                <w:rFonts w:asciiTheme="minorHAnsi" w:eastAsiaTheme="minorHAnsi" w:hAnsiTheme="minorHAnsi"/>
                <w:b/>
              </w:rPr>
              <w:t xml:space="preserve">Doba realizace </w:t>
            </w:r>
          </w:p>
          <w:p w14:paraId="0868D5A2" w14:textId="4A5C9ADC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79316E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79316E" w14:paraId="2B1B001A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4272" w14:textId="61C5F3C3" w:rsidR="0079316E" w:rsidRPr="00FA2614" w:rsidRDefault="0079316E" w:rsidP="0079316E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4FA57" w14:textId="02255C4E" w:rsidR="0079316E" w:rsidRPr="00FA2614" w:rsidRDefault="0079316E" w:rsidP="0079316E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96CC" w14:textId="6E52D55B" w:rsidR="0079316E" w:rsidRPr="00FA2614" w:rsidRDefault="0079316E" w:rsidP="0079316E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9FCFC" w14:textId="7ACFE6AA" w:rsidR="0079316E" w:rsidRPr="00057842" w:rsidRDefault="0079316E" w:rsidP="0079316E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84783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37526AC0" w:rsidR="003C4FBB" w:rsidRPr="0079316E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1CE3EBD5" w:rsidR="003C4FBB" w:rsidRPr="0079316E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06D00D60" w:rsidR="003C4FBB" w:rsidRPr="0079316E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46C8B5AC" w:rsidR="003C4FBB" w:rsidRPr="0079316E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79316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BB359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9C92B" w14:textId="77777777" w:rsidR="001D1C2E" w:rsidRDefault="001D1C2E" w:rsidP="00962258">
      <w:pPr>
        <w:spacing w:after="0" w:line="240" w:lineRule="auto"/>
      </w:pPr>
      <w:r>
        <w:separator/>
      </w:r>
    </w:p>
  </w:endnote>
  <w:endnote w:type="continuationSeparator" w:id="0">
    <w:p w14:paraId="579365F3" w14:textId="77777777" w:rsidR="001D1C2E" w:rsidRDefault="001D1C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773494A5" wp14:editId="0A9D7B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2919E6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7F7974A" wp14:editId="691392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6100CD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9E5CC05" wp14:editId="7D05F84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A74732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5A1D685" wp14:editId="383FA7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C2B53B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0EED0" w14:textId="77777777" w:rsidR="001D1C2E" w:rsidRDefault="001D1C2E" w:rsidP="00962258">
      <w:pPr>
        <w:spacing w:after="0" w:line="240" w:lineRule="auto"/>
      </w:pPr>
      <w:r>
        <w:separator/>
      </w:r>
    </w:p>
  </w:footnote>
  <w:footnote w:type="continuationSeparator" w:id="0">
    <w:p w14:paraId="2EE8124A" w14:textId="77777777" w:rsidR="001D1C2E" w:rsidRDefault="001D1C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1701D6DF" wp14:editId="2EEE64C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238F2"/>
    <w:rsid w:val="001550BC"/>
    <w:rsid w:val="001605B9"/>
    <w:rsid w:val="00170EC5"/>
    <w:rsid w:val="001747C1"/>
    <w:rsid w:val="00184743"/>
    <w:rsid w:val="001D1C2E"/>
    <w:rsid w:val="00207DF5"/>
    <w:rsid w:val="00280E07"/>
    <w:rsid w:val="002B7EFA"/>
    <w:rsid w:val="002C31BF"/>
    <w:rsid w:val="002D08B1"/>
    <w:rsid w:val="002E0CD7"/>
    <w:rsid w:val="00341DCF"/>
    <w:rsid w:val="00357BC6"/>
    <w:rsid w:val="00364940"/>
    <w:rsid w:val="003956C6"/>
    <w:rsid w:val="003C4FBB"/>
    <w:rsid w:val="003E2A9A"/>
    <w:rsid w:val="004251D5"/>
    <w:rsid w:val="00441430"/>
    <w:rsid w:val="00445422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680E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9316E"/>
    <w:rsid w:val="007B570C"/>
    <w:rsid w:val="007C589B"/>
    <w:rsid w:val="007E4A6E"/>
    <w:rsid w:val="007F56A7"/>
    <w:rsid w:val="00807DD0"/>
    <w:rsid w:val="00847838"/>
    <w:rsid w:val="008659F3"/>
    <w:rsid w:val="00886D4B"/>
    <w:rsid w:val="00895406"/>
    <w:rsid w:val="00897B1D"/>
    <w:rsid w:val="008A3568"/>
    <w:rsid w:val="008D03B9"/>
    <w:rsid w:val="008F18D6"/>
    <w:rsid w:val="00904780"/>
    <w:rsid w:val="00913095"/>
    <w:rsid w:val="00922385"/>
    <w:rsid w:val="009223DF"/>
    <w:rsid w:val="00923DE9"/>
    <w:rsid w:val="00933667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96CCD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3592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856E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6749D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3</cp:revision>
  <cp:lastPrinted>2025-01-20T07:03:00Z</cp:lastPrinted>
  <dcterms:created xsi:type="dcterms:W3CDTF">2025-01-17T09:55:00Z</dcterms:created>
  <dcterms:modified xsi:type="dcterms:W3CDTF">2025-01-20T07:04:00Z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